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4A7A4" w14:textId="3AC6C0D7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6704" behindDoc="0" locked="0" layoutInCell="1" allowOverlap="1" wp14:anchorId="2A96587C" wp14:editId="12CB8EDC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4656" behindDoc="0" locked="0" layoutInCell="1" allowOverlap="1" wp14:anchorId="3444C2EB" wp14:editId="75D1B443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C14BAF">
        <w:rPr>
          <w:rFonts w:ascii="Segoe Print" w:hAnsi="Segoe Print"/>
          <w:b/>
          <w:sz w:val="24"/>
        </w:rPr>
        <w:t>19.</w:t>
      </w:r>
      <w:r w:rsidR="003A438A">
        <w:rPr>
          <w:rFonts w:ascii="Segoe Print" w:hAnsi="Segoe Print"/>
          <w:b/>
          <w:sz w:val="24"/>
        </w:rPr>
        <w:t>3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  <w:t>CALCULATOR</w:t>
      </w:r>
      <w:r w:rsidR="00971AEF">
        <w:rPr>
          <w:rFonts w:ascii="Segoe Print" w:hAnsi="Segoe Print"/>
          <w:b/>
          <w:sz w:val="24"/>
        </w:rPr>
        <w:t xml:space="preserve"> ALLOWED</w:t>
      </w:r>
    </w:p>
    <w:p w14:paraId="7B500545" w14:textId="7CF87961" w:rsidR="00E20822" w:rsidRDefault="00602BED" w:rsidP="00E20822">
      <w:pPr>
        <w:spacing w:after="120"/>
        <w:ind w:firstLine="720"/>
        <w:rPr>
          <w:rFonts w:ascii="Segoe Print" w:hAnsi="Segoe Print"/>
          <w:b/>
          <w:sz w:val="24"/>
        </w:rPr>
      </w:pPr>
      <w:bookmarkStart w:id="0" w:name="_GoBack"/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885568" behindDoc="0" locked="0" layoutInCell="1" allowOverlap="1" wp14:anchorId="265A2160" wp14:editId="0A514924">
            <wp:simplePos x="0" y="0"/>
            <wp:positionH relativeFrom="column">
              <wp:posOffset>-227965</wp:posOffset>
            </wp:positionH>
            <wp:positionV relativeFrom="paragraph">
              <wp:posOffset>4409440</wp:posOffset>
            </wp:positionV>
            <wp:extent cx="827405" cy="568325"/>
            <wp:effectExtent l="53340" t="0" r="0" b="0"/>
            <wp:wrapNone/>
            <wp:docPr id="105" name="Picture 105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4961"/>
        <w:gridCol w:w="425"/>
        <w:gridCol w:w="4678"/>
      </w:tblGrid>
      <w:tr w:rsidR="00ED3DAA" w:rsidRPr="00B90872" w14:paraId="1F0DD5D9" w14:textId="77777777" w:rsidTr="00E95687">
        <w:trPr>
          <w:trHeight w:val="1407"/>
        </w:trPr>
        <w:tc>
          <w:tcPr>
            <w:tcW w:w="421" w:type="dxa"/>
            <w:tcBorders>
              <w:right w:val="nil"/>
            </w:tcBorders>
          </w:tcPr>
          <w:p w14:paraId="47E72396" w14:textId="77777777" w:rsidR="00ED3DAA" w:rsidRPr="00B90872" w:rsidRDefault="00ED3DAA" w:rsidP="00B9087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tcBorders>
              <w:left w:val="nil"/>
            </w:tcBorders>
          </w:tcPr>
          <w:p w14:paraId="094D08F0" w14:textId="4F5BD62F" w:rsidR="00ED3DAA" w:rsidRPr="00DF4F76" w:rsidRDefault="00341EC4" w:rsidP="008A6966">
            <w:pPr>
              <w:tabs>
                <w:tab w:val="left" w:pos="1440"/>
              </w:tabs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Avenir Book" w:hAnsi="Avenir Book"/>
              </w:rPr>
              <w:t>Matt and Beth share some money in the ratio 3:5</w:t>
            </w:r>
            <w:proofErr w:type="gramStart"/>
            <w:r>
              <w:rPr>
                <w:rFonts w:ascii="Avenir Book" w:hAnsi="Avenir Book"/>
              </w:rPr>
              <w:t>.  If</w:t>
            </w:r>
            <w:proofErr w:type="gramEnd"/>
            <w:r>
              <w:rPr>
                <w:rFonts w:ascii="Avenir Book" w:hAnsi="Avenir Book"/>
              </w:rPr>
              <w:t xml:space="preserve"> Matt receives £45, how much does Beth receive?</w:t>
            </w:r>
          </w:p>
        </w:tc>
        <w:tc>
          <w:tcPr>
            <w:tcW w:w="425" w:type="dxa"/>
            <w:tcBorders>
              <w:right w:val="nil"/>
            </w:tcBorders>
          </w:tcPr>
          <w:p w14:paraId="6B5C91B0" w14:textId="77777777" w:rsidR="00ED3DAA" w:rsidRPr="00DF4F76" w:rsidRDefault="00ED3DAA" w:rsidP="001F4226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DF4F76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594DF71C" w14:textId="3241C1EB" w:rsidR="00ED3DAA" w:rsidRPr="00DF4F76" w:rsidRDefault="00832A16" w:rsidP="001F4226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>
              <w:rPr>
                <w:rFonts w:ascii="Avenir Book" w:eastAsiaTheme="minorEastAsia" w:hAnsi="Avenir Book"/>
              </w:rPr>
              <w:t xml:space="preserve">Find </w:t>
            </w:r>
            <w:r w:rsidR="00444943">
              <w:rPr>
                <w:rFonts w:ascii="Avenir Book" w:eastAsiaTheme="minorEastAsia" w:hAnsi="Avenir Book"/>
              </w:rPr>
              <w:t>6.5% of £180.</w:t>
            </w:r>
          </w:p>
        </w:tc>
      </w:tr>
      <w:tr w:rsidR="00ED3DAA" w:rsidRPr="00B90872" w14:paraId="2FAB904D" w14:textId="77777777" w:rsidTr="003E6AFA">
        <w:trPr>
          <w:trHeight w:val="226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0D1B627" w14:textId="77777777" w:rsidR="00ED3DAA" w:rsidRPr="00B90872" w:rsidRDefault="00ED3DAA" w:rsidP="00B9087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3845EB95" w14:textId="4D64760F" w:rsidR="00ED3DAA" w:rsidRPr="00DF4F76" w:rsidRDefault="005527AD" w:rsidP="001F4226">
            <w:pPr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Avenir Book" w:hAnsi="Avenir Book"/>
              </w:rPr>
              <w:t>The probability a fridge has a fault is 0.005.</w:t>
            </w:r>
            <w:r>
              <w:rPr>
                <w:rFonts w:ascii="Avenir Book" w:eastAsiaTheme="minorEastAsia" w:hAnsi="Avenir Book"/>
              </w:rPr>
              <w:t xml:space="preserve">  If there are </w:t>
            </w:r>
            <w:r>
              <w:rPr>
                <w:rFonts w:ascii="Avenir Book" w:hAnsi="Avenir Book"/>
              </w:rPr>
              <w:t>6500 fridges produced</w:t>
            </w:r>
            <w:r>
              <w:rPr>
                <w:rFonts w:ascii="Avenir Book" w:eastAsiaTheme="minorEastAsia" w:hAnsi="Avenir Book"/>
              </w:rPr>
              <w:t xml:space="preserve">, how many would you expect to </w:t>
            </w:r>
            <w:r>
              <w:rPr>
                <w:rFonts w:ascii="Avenir Book" w:hAnsi="Avenir Book"/>
              </w:rPr>
              <w:t>have a fault?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D6B7EE1" w14:textId="77777777" w:rsidR="00ED3DAA" w:rsidRPr="00DF4F76" w:rsidRDefault="00ED3DAA" w:rsidP="001F4226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DF4F76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36A38566" w14:textId="4AB7F3CB" w:rsidR="00ED3DAA" w:rsidRPr="00DF4F76" w:rsidRDefault="00ED3DAA" w:rsidP="001F4226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DF4F76">
              <w:rPr>
                <w:rFonts w:ascii="Century Gothic" w:hAnsi="Century Gothic" w:cs="Tahoma"/>
                <w:noProof/>
                <w:lang w:eastAsia="en-GB"/>
              </w:rPr>
              <w:t xml:space="preserve">Work out the </w:t>
            </w:r>
            <w:r w:rsidR="00690FA0" w:rsidRPr="00DF4F76">
              <w:rPr>
                <w:rFonts w:ascii="Century Gothic" w:hAnsi="Century Gothic" w:cs="Tahoma"/>
                <w:noProof/>
                <w:lang w:eastAsia="en-GB"/>
              </w:rPr>
              <w:t xml:space="preserve">missing </w:t>
            </w:r>
            <w:r w:rsidR="000E1E3D">
              <w:rPr>
                <w:rFonts w:ascii="Century Gothic" w:hAnsi="Century Gothic" w:cs="Tahoma"/>
                <w:noProof/>
                <w:lang w:eastAsia="en-GB"/>
              </w:rPr>
              <w:t>side</w:t>
            </w:r>
            <w:r w:rsidRPr="00DF4F76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4FEF7014" w14:textId="6283ED94" w:rsidR="00ED3DAA" w:rsidRPr="00DF4F76" w:rsidRDefault="000E1E3D" w:rsidP="001F4226">
            <w:pPr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7A3E2612" wp14:editId="44057F9F">
                  <wp:extent cx="709844" cy="992222"/>
                  <wp:effectExtent l="0" t="0" r="190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27" cy="996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6AFA" w:rsidRPr="00B90872" w14:paraId="44B9DE2A" w14:textId="77777777" w:rsidTr="003E6AFA">
        <w:trPr>
          <w:trHeight w:val="2107"/>
        </w:trPr>
        <w:tc>
          <w:tcPr>
            <w:tcW w:w="421" w:type="dxa"/>
            <w:tcBorders>
              <w:right w:val="nil"/>
            </w:tcBorders>
          </w:tcPr>
          <w:p w14:paraId="63CB9610" w14:textId="77777777" w:rsidR="003E6AFA" w:rsidRPr="00B90872" w:rsidRDefault="003E6AFA" w:rsidP="003E6AFA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5)</w:t>
            </w:r>
          </w:p>
        </w:tc>
        <w:tc>
          <w:tcPr>
            <w:tcW w:w="10064" w:type="dxa"/>
            <w:gridSpan w:val="3"/>
            <w:tcBorders>
              <w:left w:val="nil"/>
            </w:tcBorders>
          </w:tcPr>
          <w:p w14:paraId="6127AB53" w14:textId="677039E6" w:rsidR="003E6AFA" w:rsidRPr="003E6AFA" w:rsidRDefault="007A7919" w:rsidP="003E6AFA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882496" behindDoc="0" locked="0" layoutInCell="1" allowOverlap="1" wp14:anchorId="576A238A" wp14:editId="5B9D5C9D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258445</wp:posOffset>
                  </wp:positionV>
                  <wp:extent cx="904240" cy="1169670"/>
                  <wp:effectExtent l="0" t="0" r="0" b="0"/>
                  <wp:wrapSquare wrapText="bothSides"/>
                  <wp:docPr id="16" name="Picture 16" descr="Image result for triangular based pyram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 result for triangular based pyrami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169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E6AFA" w:rsidRPr="003E6AFA">
              <w:rPr>
                <w:rFonts w:ascii="Century Gothic" w:eastAsiaTheme="minorEastAsia" w:hAnsi="Century Gothic" w:cs="Tahoma"/>
                <w:noProof/>
              </w:rPr>
              <w:t xml:space="preserve">Name the shape and write down the number of </w:t>
            </w:r>
          </w:p>
          <w:p w14:paraId="49E47966" w14:textId="513D91D4" w:rsidR="003E6AFA" w:rsidRPr="003E6AFA" w:rsidRDefault="003E6AFA" w:rsidP="003E6AFA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</w:p>
          <w:p w14:paraId="5D122D9F" w14:textId="59CB4923" w:rsidR="003E6AFA" w:rsidRPr="003E6AFA" w:rsidRDefault="003E6AFA" w:rsidP="003E6AFA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</w:p>
          <w:p w14:paraId="49831498" w14:textId="06D7D0D7" w:rsidR="003E6AFA" w:rsidRPr="003E6AFA" w:rsidRDefault="003E6AFA" w:rsidP="003E6AFA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  <w:r w:rsidRPr="003E6AFA">
              <w:rPr>
                <w:rFonts w:ascii="Century Gothic" w:eastAsiaTheme="minorEastAsia" w:hAnsi="Century Gothic" w:cs="Tahoma"/>
                <w:noProof/>
              </w:rPr>
              <w:t>Faces ___                   Edges ___                      Vertices ___</w:t>
            </w:r>
          </w:p>
        </w:tc>
      </w:tr>
    </w:tbl>
    <w:p w14:paraId="17D4AD8F" w14:textId="2CBD8087" w:rsidR="00602BED" w:rsidRDefault="00602BED" w:rsidP="00602BED">
      <w:pPr>
        <w:spacing w:after="120"/>
        <w:ind w:firstLine="720"/>
        <w:rPr>
          <w:rFonts w:ascii="Kristen ITC" w:hAnsi="Kristen ITC"/>
          <w:b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884544" behindDoc="0" locked="0" layoutInCell="1" allowOverlap="1" wp14:anchorId="3FAC717D" wp14:editId="558A9942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06" name="Picture 106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</w:p>
    <w:p w14:paraId="6EC9A72E" w14:textId="7D2BE3F2" w:rsidR="00602BED" w:rsidRDefault="00602BED" w:rsidP="00602BED">
      <w:pPr>
        <w:spacing w:after="120"/>
        <w:ind w:firstLine="720"/>
        <w:rPr>
          <w:rFonts w:ascii="Segoe Print" w:hAnsi="Segoe Print"/>
          <w:b/>
          <w:sz w:val="24"/>
        </w:rPr>
      </w:pP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19.3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  <w:t>CALCULATOR ALLOWED</w:t>
      </w:r>
    </w:p>
    <w:p w14:paraId="491F8A25" w14:textId="77777777" w:rsidR="00602BED" w:rsidRDefault="00602BED" w:rsidP="00602BED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4961"/>
        <w:gridCol w:w="425"/>
        <w:gridCol w:w="4678"/>
      </w:tblGrid>
      <w:tr w:rsidR="00602BED" w:rsidRPr="00B90872" w14:paraId="3ECF9794" w14:textId="77777777" w:rsidTr="00EA5960">
        <w:trPr>
          <w:trHeight w:val="1407"/>
        </w:trPr>
        <w:tc>
          <w:tcPr>
            <w:tcW w:w="421" w:type="dxa"/>
            <w:tcBorders>
              <w:right w:val="nil"/>
            </w:tcBorders>
          </w:tcPr>
          <w:p w14:paraId="5A037FC9" w14:textId="77777777" w:rsidR="00602BED" w:rsidRPr="00B90872" w:rsidRDefault="00602BED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tcBorders>
              <w:left w:val="nil"/>
            </w:tcBorders>
          </w:tcPr>
          <w:p w14:paraId="534A33C3" w14:textId="77777777" w:rsidR="00602BED" w:rsidRPr="00DF4F76" w:rsidRDefault="00602BED" w:rsidP="00EA5960">
            <w:pPr>
              <w:tabs>
                <w:tab w:val="left" w:pos="1440"/>
              </w:tabs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Avenir Book" w:hAnsi="Avenir Book"/>
              </w:rPr>
              <w:t>Matt and Beth share some money in the ratio 3:5</w:t>
            </w:r>
            <w:proofErr w:type="gramStart"/>
            <w:r>
              <w:rPr>
                <w:rFonts w:ascii="Avenir Book" w:hAnsi="Avenir Book"/>
              </w:rPr>
              <w:t>.  If</w:t>
            </w:r>
            <w:proofErr w:type="gramEnd"/>
            <w:r>
              <w:rPr>
                <w:rFonts w:ascii="Avenir Book" w:hAnsi="Avenir Book"/>
              </w:rPr>
              <w:t xml:space="preserve"> Matt receives £45, how much does Beth receive?</w:t>
            </w:r>
          </w:p>
        </w:tc>
        <w:tc>
          <w:tcPr>
            <w:tcW w:w="425" w:type="dxa"/>
            <w:tcBorders>
              <w:right w:val="nil"/>
            </w:tcBorders>
          </w:tcPr>
          <w:p w14:paraId="60B08F56" w14:textId="77777777" w:rsidR="00602BED" w:rsidRPr="00DF4F76" w:rsidRDefault="00602BED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DF4F76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7077CBBA" w14:textId="77777777" w:rsidR="00602BED" w:rsidRPr="00DF4F76" w:rsidRDefault="00602BED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>
              <w:rPr>
                <w:rFonts w:ascii="Avenir Book" w:eastAsiaTheme="minorEastAsia" w:hAnsi="Avenir Book"/>
              </w:rPr>
              <w:t>Find 6.5% of £180.</w:t>
            </w:r>
          </w:p>
        </w:tc>
      </w:tr>
      <w:tr w:rsidR="00602BED" w:rsidRPr="00B90872" w14:paraId="64969DA8" w14:textId="77777777" w:rsidTr="00EA5960">
        <w:trPr>
          <w:trHeight w:val="226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3CF6F018" w14:textId="77777777" w:rsidR="00602BED" w:rsidRPr="00B90872" w:rsidRDefault="00602BED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68658EB3" w14:textId="77777777" w:rsidR="00602BED" w:rsidRPr="00DF4F76" w:rsidRDefault="00602BED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Avenir Book" w:hAnsi="Avenir Book"/>
              </w:rPr>
              <w:t>The probability a fridge has a fault is 0.005.</w:t>
            </w:r>
            <w:r>
              <w:rPr>
                <w:rFonts w:ascii="Avenir Book" w:eastAsiaTheme="minorEastAsia" w:hAnsi="Avenir Book"/>
              </w:rPr>
              <w:t xml:space="preserve">  If there are </w:t>
            </w:r>
            <w:r>
              <w:rPr>
                <w:rFonts w:ascii="Avenir Book" w:hAnsi="Avenir Book"/>
              </w:rPr>
              <w:t>6500 fridges produced</w:t>
            </w:r>
            <w:r>
              <w:rPr>
                <w:rFonts w:ascii="Avenir Book" w:eastAsiaTheme="minorEastAsia" w:hAnsi="Avenir Book"/>
              </w:rPr>
              <w:t xml:space="preserve">, how many would you expect to </w:t>
            </w:r>
            <w:r>
              <w:rPr>
                <w:rFonts w:ascii="Avenir Book" w:hAnsi="Avenir Book"/>
              </w:rPr>
              <w:t>have a fault?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1B205BE5" w14:textId="77777777" w:rsidR="00602BED" w:rsidRPr="00DF4F76" w:rsidRDefault="00602BED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DF4F76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43722520" w14:textId="77777777" w:rsidR="00602BED" w:rsidRPr="00DF4F76" w:rsidRDefault="00602BED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DF4F76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>
              <w:rPr>
                <w:rFonts w:ascii="Century Gothic" w:hAnsi="Century Gothic" w:cs="Tahoma"/>
                <w:noProof/>
                <w:lang w:eastAsia="en-GB"/>
              </w:rPr>
              <w:t>side</w:t>
            </w:r>
            <w:r w:rsidRPr="00DF4F76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0D071AAA" w14:textId="77777777" w:rsidR="00602BED" w:rsidRPr="00DF4F76" w:rsidRDefault="00602BED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41265271" wp14:editId="76358E3E">
                  <wp:extent cx="709844" cy="992222"/>
                  <wp:effectExtent l="0" t="0" r="1905" b="0"/>
                  <wp:docPr id="107" name="Picture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27" cy="996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2BED" w:rsidRPr="00B90872" w14:paraId="1603AEEB" w14:textId="77777777" w:rsidTr="00EA5960">
        <w:trPr>
          <w:trHeight w:val="2107"/>
        </w:trPr>
        <w:tc>
          <w:tcPr>
            <w:tcW w:w="421" w:type="dxa"/>
            <w:tcBorders>
              <w:right w:val="nil"/>
            </w:tcBorders>
          </w:tcPr>
          <w:p w14:paraId="012B3530" w14:textId="77777777" w:rsidR="00602BED" w:rsidRPr="00B90872" w:rsidRDefault="00602BED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5)</w:t>
            </w:r>
          </w:p>
        </w:tc>
        <w:tc>
          <w:tcPr>
            <w:tcW w:w="10064" w:type="dxa"/>
            <w:gridSpan w:val="3"/>
            <w:tcBorders>
              <w:left w:val="nil"/>
            </w:tcBorders>
          </w:tcPr>
          <w:p w14:paraId="71A42F47" w14:textId="77777777" w:rsidR="00602BED" w:rsidRPr="003E6AFA" w:rsidRDefault="00602BED" w:rsidP="00EA5960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886592" behindDoc="0" locked="0" layoutInCell="1" allowOverlap="1" wp14:anchorId="7F9ECE84" wp14:editId="463F1596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252095</wp:posOffset>
                  </wp:positionV>
                  <wp:extent cx="904240" cy="1169670"/>
                  <wp:effectExtent l="0" t="0" r="0" b="0"/>
                  <wp:wrapSquare wrapText="bothSides"/>
                  <wp:docPr id="108" name="Picture 108" descr="Image result for triangular based pyram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 result for triangular based pyrami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169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E6AFA">
              <w:rPr>
                <w:rFonts w:ascii="Century Gothic" w:eastAsiaTheme="minorEastAsia" w:hAnsi="Century Gothic" w:cs="Tahoma"/>
                <w:noProof/>
              </w:rPr>
              <w:t xml:space="preserve">Name the shape and write down the number of </w:t>
            </w:r>
          </w:p>
          <w:p w14:paraId="42B6A384" w14:textId="77777777" w:rsidR="00602BED" w:rsidRPr="003E6AFA" w:rsidRDefault="00602BED" w:rsidP="00EA5960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</w:p>
          <w:p w14:paraId="73ABD38B" w14:textId="77777777" w:rsidR="00602BED" w:rsidRPr="003E6AFA" w:rsidRDefault="00602BED" w:rsidP="00EA5960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</w:p>
          <w:p w14:paraId="21DF7E79" w14:textId="77777777" w:rsidR="00602BED" w:rsidRPr="003E6AFA" w:rsidRDefault="00602BED" w:rsidP="00EA5960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  <w:r w:rsidRPr="003E6AFA">
              <w:rPr>
                <w:rFonts w:ascii="Century Gothic" w:eastAsiaTheme="minorEastAsia" w:hAnsi="Century Gothic" w:cs="Tahoma"/>
                <w:noProof/>
              </w:rPr>
              <w:t>Faces ___                   Edges ___                      Vertices ___</w:t>
            </w:r>
          </w:p>
        </w:tc>
      </w:tr>
    </w:tbl>
    <w:p w14:paraId="1B3B872E" w14:textId="217831CB" w:rsidR="00C766C9" w:rsidRDefault="00C766C9" w:rsidP="00602BED">
      <w:pPr>
        <w:spacing w:after="120"/>
        <w:ind w:firstLine="720"/>
        <w:rPr>
          <w:rFonts w:ascii="Kristen ITC" w:hAnsi="Kristen ITC"/>
          <w:b/>
        </w:rPr>
      </w:pPr>
      <w:r w:rsidRPr="00525119">
        <w:rPr>
          <w:rFonts w:ascii="Kristen ITC" w:hAnsi="Kristen ITC"/>
          <w:b/>
        </w:rPr>
        <w:lastRenderedPageBreak/>
        <w:t xml:space="preserve"> </w:t>
      </w:r>
    </w:p>
    <w:sectPr w:rsidR="00C766C9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243CA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40DE8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41"/>
    <w:rsid w:val="000123A8"/>
    <w:rsid w:val="00022170"/>
    <w:rsid w:val="00031E8C"/>
    <w:rsid w:val="00037A50"/>
    <w:rsid w:val="00072244"/>
    <w:rsid w:val="00076495"/>
    <w:rsid w:val="000826B9"/>
    <w:rsid w:val="00083325"/>
    <w:rsid w:val="000A43CA"/>
    <w:rsid w:val="000A63AF"/>
    <w:rsid w:val="000A7C28"/>
    <w:rsid w:val="000B2B5E"/>
    <w:rsid w:val="000B420F"/>
    <w:rsid w:val="000B4287"/>
    <w:rsid w:val="000B5390"/>
    <w:rsid w:val="000C29BE"/>
    <w:rsid w:val="000C4C58"/>
    <w:rsid w:val="000D104E"/>
    <w:rsid w:val="000D754C"/>
    <w:rsid w:val="000E18AB"/>
    <w:rsid w:val="000E1E3D"/>
    <w:rsid w:val="000E3128"/>
    <w:rsid w:val="000F5E7A"/>
    <w:rsid w:val="000F6BFE"/>
    <w:rsid w:val="000F7964"/>
    <w:rsid w:val="0010697E"/>
    <w:rsid w:val="001274D6"/>
    <w:rsid w:val="001279F5"/>
    <w:rsid w:val="00130352"/>
    <w:rsid w:val="0013489E"/>
    <w:rsid w:val="00134F15"/>
    <w:rsid w:val="00143BE1"/>
    <w:rsid w:val="00150843"/>
    <w:rsid w:val="001548A4"/>
    <w:rsid w:val="001826A9"/>
    <w:rsid w:val="00186A03"/>
    <w:rsid w:val="00187009"/>
    <w:rsid w:val="00190C0B"/>
    <w:rsid w:val="00194026"/>
    <w:rsid w:val="0019715B"/>
    <w:rsid w:val="001A1D1C"/>
    <w:rsid w:val="001A6603"/>
    <w:rsid w:val="001A68F7"/>
    <w:rsid w:val="001D0579"/>
    <w:rsid w:val="001D484E"/>
    <w:rsid w:val="001E23CA"/>
    <w:rsid w:val="001E511C"/>
    <w:rsid w:val="001F4226"/>
    <w:rsid w:val="0020304D"/>
    <w:rsid w:val="0020770D"/>
    <w:rsid w:val="00213253"/>
    <w:rsid w:val="00213C21"/>
    <w:rsid w:val="00214677"/>
    <w:rsid w:val="0027205A"/>
    <w:rsid w:val="002774AB"/>
    <w:rsid w:val="00285B36"/>
    <w:rsid w:val="00292BBA"/>
    <w:rsid w:val="00293A17"/>
    <w:rsid w:val="00293BEA"/>
    <w:rsid w:val="00296DE9"/>
    <w:rsid w:val="002B177C"/>
    <w:rsid w:val="002B63A6"/>
    <w:rsid w:val="002C69D4"/>
    <w:rsid w:val="002D1978"/>
    <w:rsid w:val="002D25E6"/>
    <w:rsid w:val="002D4D8B"/>
    <w:rsid w:val="002D5D86"/>
    <w:rsid w:val="002E3F24"/>
    <w:rsid w:val="00304404"/>
    <w:rsid w:val="00313ADB"/>
    <w:rsid w:val="0031452F"/>
    <w:rsid w:val="003201EB"/>
    <w:rsid w:val="00323939"/>
    <w:rsid w:val="00325E6D"/>
    <w:rsid w:val="00327C60"/>
    <w:rsid w:val="00333535"/>
    <w:rsid w:val="00335F11"/>
    <w:rsid w:val="003376C1"/>
    <w:rsid w:val="00341EC4"/>
    <w:rsid w:val="00347394"/>
    <w:rsid w:val="00355931"/>
    <w:rsid w:val="003746A9"/>
    <w:rsid w:val="0037571F"/>
    <w:rsid w:val="003A438A"/>
    <w:rsid w:val="003D2767"/>
    <w:rsid w:val="003D792A"/>
    <w:rsid w:val="003E68F7"/>
    <w:rsid w:val="003E6AFA"/>
    <w:rsid w:val="003E7125"/>
    <w:rsid w:val="003F51D8"/>
    <w:rsid w:val="004015EA"/>
    <w:rsid w:val="0040790B"/>
    <w:rsid w:val="0041226A"/>
    <w:rsid w:val="00412CDE"/>
    <w:rsid w:val="00436C34"/>
    <w:rsid w:val="00437093"/>
    <w:rsid w:val="00444943"/>
    <w:rsid w:val="0044713F"/>
    <w:rsid w:val="00450FDD"/>
    <w:rsid w:val="00461E42"/>
    <w:rsid w:val="0049275B"/>
    <w:rsid w:val="004A46A3"/>
    <w:rsid w:val="004B4B58"/>
    <w:rsid w:val="004B626C"/>
    <w:rsid w:val="004B64DA"/>
    <w:rsid w:val="004C1FAF"/>
    <w:rsid w:val="004C7AB3"/>
    <w:rsid w:val="004D6B81"/>
    <w:rsid w:val="004F2AEE"/>
    <w:rsid w:val="00503BC5"/>
    <w:rsid w:val="00505FC9"/>
    <w:rsid w:val="00513335"/>
    <w:rsid w:val="00514B6B"/>
    <w:rsid w:val="00515D3B"/>
    <w:rsid w:val="00525119"/>
    <w:rsid w:val="00527D73"/>
    <w:rsid w:val="00543ABF"/>
    <w:rsid w:val="00550556"/>
    <w:rsid w:val="005527AD"/>
    <w:rsid w:val="005571E9"/>
    <w:rsid w:val="00561D0D"/>
    <w:rsid w:val="00575446"/>
    <w:rsid w:val="00580957"/>
    <w:rsid w:val="00595258"/>
    <w:rsid w:val="005A5B01"/>
    <w:rsid w:val="005C147F"/>
    <w:rsid w:val="005C5905"/>
    <w:rsid w:val="005D29ED"/>
    <w:rsid w:val="005D4827"/>
    <w:rsid w:val="005D7896"/>
    <w:rsid w:val="005E1266"/>
    <w:rsid w:val="005E1C34"/>
    <w:rsid w:val="005E467E"/>
    <w:rsid w:val="005E469A"/>
    <w:rsid w:val="006011C8"/>
    <w:rsid w:val="00601A47"/>
    <w:rsid w:val="00602BED"/>
    <w:rsid w:val="00603453"/>
    <w:rsid w:val="00615611"/>
    <w:rsid w:val="00633A9B"/>
    <w:rsid w:val="0064471D"/>
    <w:rsid w:val="006526CC"/>
    <w:rsid w:val="00652D59"/>
    <w:rsid w:val="00662FA2"/>
    <w:rsid w:val="00666176"/>
    <w:rsid w:val="00674C3D"/>
    <w:rsid w:val="006866A3"/>
    <w:rsid w:val="00687920"/>
    <w:rsid w:val="00690FA0"/>
    <w:rsid w:val="00692275"/>
    <w:rsid w:val="006C37A5"/>
    <w:rsid w:val="006C37E5"/>
    <w:rsid w:val="006C5C00"/>
    <w:rsid w:val="006D1E8E"/>
    <w:rsid w:val="006E5C4D"/>
    <w:rsid w:val="006F185A"/>
    <w:rsid w:val="006F6168"/>
    <w:rsid w:val="0070395D"/>
    <w:rsid w:val="00705472"/>
    <w:rsid w:val="00712C99"/>
    <w:rsid w:val="00714102"/>
    <w:rsid w:val="00727B2C"/>
    <w:rsid w:val="00751081"/>
    <w:rsid w:val="0075325F"/>
    <w:rsid w:val="00766A10"/>
    <w:rsid w:val="00767383"/>
    <w:rsid w:val="00787CB3"/>
    <w:rsid w:val="00797427"/>
    <w:rsid w:val="007A1E0D"/>
    <w:rsid w:val="007A2150"/>
    <w:rsid w:val="007A7919"/>
    <w:rsid w:val="007B4226"/>
    <w:rsid w:val="007D5D58"/>
    <w:rsid w:val="007E2C1A"/>
    <w:rsid w:val="007E5BFC"/>
    <w:rsid w:val="007F06CD"/>
    <w:rsid w:val="007F69F9"/>
    <w:rsid w:val="00812A7E"/>
    <w:rsid w:val="00831D41"/>
    <w:rsid w:val="00832A16"/>
    <w:rsid w:val="00832F06"/>
    <w:rsid w:val="00840927"/>
    <w:rsid w:val="00847CB4"/>
    <w:rsid w:val="00857220"/>
    <w:rsid w:val="008612B7"/>
    <w:rsid w:val="00865FF3"/>
    <w:rsid w:val="0087251A"/>
    <w:rsid w:val="00876A8E"/>
    <w:rsid w:val="0088018E"/>
    <w:rsid w:val="0088307B"/>
    <w:rsid w:val="00884433"/>
    <w:rsid w:val="008A4968"/>
    <w:rsid w:val="008A6966"/>
    <w:rsid w:val="008B0A17"/>
    <w:rsid w:val="008B0E29"/>
    <w:rsid w:val="008B5103"/>
    <w:rsid w:val="008D5C13"/>
    <w:rsid w:val="008D6CFB"/>
    <w:rsid w:val="008D76D7"/>
    <w:rsid w:val="008E29DA"/>
    <w:rsid w:val="008E5245"/>
    <w:rsid w:val="008F2C96"/>
    <w:rsid w:val="0090117B"/>
    <w:rsid w:val="00901228"/>
    <w:rsid w:val="009118B1"/>
    <w:rsid w:val="0094070B"/>
    <w:rsid w:val="0095325A"/>
    <w:rsid w:val="00955F4B"/>
    <w:rsid w:val="00961ED5"/>
    <w:rsid w:val="00971AEF"/>
    <w:rsid w:val="0097319A"/>
    <w:rsid w:val="0098373C"/>
    <w:rsid w:val="0099142F"/>
    <w:rsid w:val="00993CDB"/>
    <w:rsid w:val="00995392"/>
    <w:rsid w:val="00995FC3"/>
    <w:rsid w:val="009A3834"/>
    <w:rsid w:val="009A60A5"/>
    <w:rsid w:val="009B31E5"/>
    <w:rsid w:val="009B576B"/>
    <w:rsid w:val="009B79BD"/>
    <w:rsid w:val="009C1E25"/>
    <w:rsid w:val="009C2FD3"/>
    <w:rsid w:val="009C34C1"/>
    <w:rsid w:val="009C5F92"/>
    <w:rsid w:val="009C633F"/>
    <w:rsid w:val="009D1DB3"/>
    <w:rsid w:val="009D5957"/>
    <w:rsid w:val="009D6BD1"/>
    <w:rsid w:val="009D6D4A"/>
    <w:rsid w:val="009D765D"/>
    <w:rsid w:val="009E3710"/>
    <w:rsid w:val="00A06D07"/>
    <w:rsid w:val="00A13034"/>
    <w:rsid w:val="00A15BBF"/>
    <w:rsid w:val="00A33953"/>
    <w:rsid w:val="00A458C3"/>
    <w:rsid w:val="00A7076D"/>
    <w:rsid w:val="00A72B2C"/>
    <w:rsid w:val="00A74586"/>
    <w:rsid w:val="00A81955"/>
    <w:rsid w:val="00AB4423"/>
    <w:rsid w:val="00AB54E4"/>
    <w:rsid w:val="00AD04E8"/>
    <w:rsid w:val="00AD1307"/>
    <w:rsid w:val="00AD3264"/>
    <w:rsid w:val="00AD3C1A"/>
    <w:rsid w:val="00AD4D3A"/>
    <w:rsid w:val="00AE4D2A"/>
    <w:rsid w:val="00B07CF2"/>
    <w:rsid w:val="00B109EA"/>
    <w:rsid w:val="00B4333B"/>
    <w:rsid w:val="00B5418F"/>
    <w:rsid w:val="00B658D1"/>
    <w:rsid w:val="00B72752"/>
    <w:rsid w:val="00B75EAD"/>
    <w:rsid w:val="00B8569F"/>
    <w:rsid w:val="00B90872"/>
    <w:rsid w:val="00B94DA2"/>
    <w:rsid w:val="00B96458"/>
    <w:rsid w:val="00BA1603"/>
    <w:rsid w:val="00BA2BBF"/>
    <w:rsid w:val="00BA7CD3"/>
    <w:rsid w:val="00BB35EA"/>
    <w:rsid w:val="00BD3C7E"/>
    <w:rsid w:val="00BE0349"/>
    <w:rsid w:val="00BE22E8"/>
    <w:rsid w:val="00BE5BB3"/>
    <w:rsid w:val="00BE7AC9"/>
    <w:rsid w:val="00BF0AC1"/>
    <w:rsid w:val="00BF358F"/>
    <w:rsid w:val="00BF76DE"/>
    <w:rsid w:val="00C06B52"/>
    <w:rsid w:val="00C079A8"/>
    <w:rsid w:val="00C11495"/>
    <w:rsid w:val="00C14BAF"/>
    <w:rsid w:val="00C240D5"/>
    <w:rsid w:val="00C261E2"/>
    <w:rsid w:val="00C41860"/>
    <w:rsid w:val="00C43E1E"/>
    <w:rsid w:val="00C52126"/>
    <w:rsid w:val="00C53B88"/>
    <w:rsid w:val="00C60271"/>
    <w:rsid w:val="00C766C9"/>
    <w:rsid w:val="00C77447"/>
    <w:rsid w:val="00C9225A"/>
    <w:rsid w:val="00C947B8"/>
    <w:rsid w:val="00CA2538"/>
    <w:rsid w:val="00CA332A"/>
    <w:rsid w:val="00CA75E9"/>
    <w:rsid w:val="00CF24C6"/>
    <w:rsid w:val="00D017AE"/>
    <w:rsid w:val="00D06317"/>
    <w:rsid w:val="00D142ED"/>
    <w:rsid w:val="00D14B22"/>
    <w:rsid w:val="00D239A9"/>
    <w:rsid w:val="00D24655"/>
    <w:rsid w:val="00D26238"/>
    <w:rsid w:val="00D278F3"/>
    <w:rsid w:val="00D51195"/>
    <w:rsid w:val="00D63807"/>
    <w:rsid w:val="00D657D6"/>
    <w:rsid w:val="00DB180C"/>
    <w:rsid w:val="00DB511B"/>
    <w:rsid w:val="00DC43DF"/>
    <w:rsid w:val="00DD0D75"/>
    <w:rsid w:val="00DF4F76"/>
    <w:rsid w:val="00E037E5"/>
    <w:rsid w:val="00E20822"/>
    <w:rsid w:val="00E225A1"/>
    <w:rsid w:val="00E27ACC"/>
    <w:rsid w:val="00E30CD6"/>
    <w:rsid w:val="00E33C5E"/>
    <w:rsid w:val="00E3559C"/>
    <w:rsid w:val="00E7749A"/>
    <w:rsid w:val="00E86CC7"/>
    <w:rsid w:val="00E907F4"/>
    <w:rsid w:val="00E95687"/>
    <w:rsid w:val="00E9577D"/>
    <w:rsid w:val="00E96E36"/>
    <w:rsid w:val="00EB1911"/>
    <w:rsid w:val="00EB65D1"/>
    <w:rsid w:val="00EC0572"/>
    <w:rsid w:val="00EC4CCA"/>
    <w:rsid w:val="00ED3DAA"/>
    <w:rsid w:val="00EF692F"/>
    <w:rsid w:val="00F11D9B"/>
    <w:rsid w:val="00F21F8D"/>
    <w:rsid w:val="00F303CE"/>
    <w:rsid w:val="00F3678B"/>
    <w:rsid w:val="00F52111"/>
    <w:rsid w:val="00F54E80"/>
    <w:rsid w:val="00F6389A"/>
    <w:rsid w:val="00F67891"/>
    <w:rsid w:val="00F75B57"/>
    <w:rsid w:val="00F80B7D"/>
    <w:rsid w:val="00F80FAB"/>
    <w:rsid w:val="00F8416B"/>
    <w:rsid w:val="00FA673D"/>
    <w:rsid w:val="00FB0E81"/>
    <w:rsid w:val="00FB3CD8"/>
    <w:rsid w:val="00FC33D1"/>
    <w:rsid w:val="00FC470D"/>
    <w:rsid w:val="00FD01D3"/>
    <w:rsid w:val="00FD1CA4"/>
    <w:rsid w:val="00FD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9230"/>
  <w15:docId w15:val="{35555A8C-02A4-0549-871D-62632A37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  <w:style w:type="paragraph" w:styleId="ListParagraph">
    <w:name w:val="List Paragraph"/>
    <w:basedOn w:val="Normal"/>
    <w:uiPriority w:val="34"/>
    <w:qFormat/>
    <w:rsid w:val="007F06CD"/>
    <w:pPr>
      <w:spacing w:after="0" w:line="240" w:lineRule="auto"/>
      <w:ind w:left="720"/>
      <w:contextualSpacing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1</TotalTime>
  <Pages>2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9</cp:revision>
  <dcterms:created xsi:type="dcterms:W3CDTF">2019-05-30T18:48:00Z</dcterms:created>
  <dcterms:modified xsi:type="dcterms:W3CDTF">2019-05-30T18:49:00Z</dcterms:modified>
</cp:coreProperties>
</file>